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7EDCC326" w:rsidR="003F1BC8" w:rsidRPr="00905651" w:rsidRDefault="008B1A2C" w:rsidP="00905651">
      <w:pPr>
        <w:pStyle w:val="Obsah2"/>
        <w:tabs>
          <w:tab w:val="left" w:pos="1320"/>
          <w:tab w:val="right" w:leader="dot" w:pos="8692"/>
        </w:tabs>
        <w:rPr>
          <w:b/>
          <w:color w:val="FF5200" w:themeColor="accent2"/>
          <w:sz w:val="36"/>
          <w:szCs w:val="36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C7E21" w:rsidRPr="00CC7E21">
        <w:rPr>
          <w:b/>
          <w:color w:val="FF5200" w:themeColor="accent2"/>
          <w:sz w:val="36"/>
          <w:szCs w:val="36"/>
        </w:rPr>
        <w:t>Dodávka speciálního vozidla s hydraulickou rukou, nosičem kontejnerů pro OŘ UNL 2025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A717A" w:rsidRPr="006A717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19876/2025-SŽ-OŘ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Pr="006867A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Pr="006867A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Pr="006867A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Pr="006867A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Pr="006867A4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Pr="006867A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Pr="006867A4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Pr="006867A4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530588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Pr="006867A4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6867A4">
              <w:rPr>
                <w:rStyle w:val="Hypertextovodkaz"/>
                <w:noProof/>
              </w:rPr>
              <w:t>Čestné</w:t>
            </w:r>
            <w:r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rStyle w:val="Hypertextovodkaz"/>
                <w:rFonts w:eastAsia="Times New Roman"/>
                <w:noProof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_Toc168898193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A6AF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A6AF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F070E6C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61BD2" w:rsidRPr="00D61BD2">
        <w:rPr>
          <w:rFonts w:ascii="Verdana" w:hAnsi="Verdana"/>
          <w:b/>
          <w:bCs/>
        </w:rPr>
        <w:t>Dodávka speciálního vozidla s hydraulickou rukou, nosičem kontejnerů pro OŘ UNL 2025</w:t>
      </w:r>
      <w:r w:rsidR="00281B1A">
        <w:rPr>
          <w:rFonts w:ascii="Verdana" w:hAnsi="Verdana"/>
          <w:b/>
          <w:bCs/>
        </w:rPr>
        <w:t>“</w:t>
      </w:r>
      <w:r w:rsidR="00281B1A" w:rsidRPr="00281B1A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6303B4EB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>
        <w:rPr>
          <w:rFonts w:ascii="Verdana" w:hAnsi="Verdana"/>
        </w:rPr>
      </w:r>
      <w:r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61BD2" w:rsidRPr="00D61BD2">
        <w:rPr>
          <w:rFonts w:ascii="Verdana" w:hAnsi="Verdana"/>
          <w:b/>
          <w:bCs/>
        </w:rPr>
        <w:t>Dodávka speciálního vozidla s hydraulickou rukou, nosičem kontejnerů pro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C3242" w14:textId="3F9A70BC" w:rsidR="009E5606" w:rsidRDefault="009E56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9EA2" w14:textId="5735A226" w:rsidR="009E5606" w:rsidRDefault="009E56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3F7DC685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91ADF" w14:textId="17700508" w:rsidR="009E5606" w:rsidRDefault="009E560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45128" w14:textId="64547742" w:rsidR="009E5606" w:rsidRDefault="009E560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D0A0451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D3FEA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1C38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81B1A"/>
    <w:rsid w:val="00293E5A"/>
    <w:rsid w:val="002A4201"/>
    <w:rsid w:val="002B65F0"/>
    <w:rsid w:val="002C31BF"/>
    <w:rsid w:val="002D0642"/>
    <w:rsid w:val="002D08B1"/>
    <w:rsid w:val="002E0CD7"/>
    <w:rsid w:val="002F50CD"/>
    <w:rsid w:val="00304B06"/>
    <w:rsid w:val="0031280B"/>
    <w:rsid w:val="00315F44"/>
    <w:rsid w:val="00321D98"/>
    <w:rsid w:val="003221F2"/>
    <w:rsid w:val="00331D93"/>
    <w:rsid w:val="00341DCF"/>
    <w:rsid w:val="00354C5C"/>
    <w:rsid w:val="00357BC6"/>
    <w:rsid w:val="0036634F"/>
    <w:rsid w:val="003956C6"/>
    <w:rsid w:val="003B0281"/>
    <w:rsid w:val="003B596F"/>
    <w:rsid w:val="003F1BC8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B5930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03866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A5570"/>
    <w:rsid w:val="006A689C"/>
    <w:rsid w:val="006A717A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44F3E"/>
    <w:rsid w:val="00760D81"/>
    <w:rsid w:val="0076286B"/>
    <w:rsid w:val="007652E6"/>
    <w:rsid w:val="00766846"/>
    <w:rsid w:val="0077673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05651"/>
    <w:rsid w:val="00913092"/>
    <w:rsid w:val="009138A5"/>
    <w:rsid w:val="00920F5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E5606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B5A73"/>
    <w:rsid w:val="00AC029F"/>
    <w:rsid w:val="00AC1810"/>
    <w:rsid w:val="00AC4D2D"/>
    <w:rsid w:val="00AD056F"/>
    <w:rsid w:val="00AD6731"/>
    <w:rsid w:val="00B15D0D"/>
    <w:rsid w:val="00B276E1"/>
    <w:rsid w:val="00B468D2"/>
    <w:rsid w:val="00B53A89"/>
    <w:rsid w:val="00B75EE1"/>
    <w:rsid w:val="00B77481"/>
    <w:rsid w:val="00B82E84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46C"/>
    <w:rsid w:val="00C47AE3"/>
    <w:rsid w:val="00C636FB"/>
    <w:rsid w:val="00C70145"/>
    <w:rsid w:val="00C87B78"/>
    <w:rsid w:val="00CB377A"/>
    <w:rsid w:val="00CC7E21"/>
    <w:rsid w:val="00CD1FC4"/>
    <w:rsid w:val="00CF0DCA"/>
    <w:rsid w:val="00D02A4E"/>
    <w:rsid w:val="00D21061"/>
    <w:rsid w:val="00D231E1"/>
    <w:rsid w:val="00D26C69"/>
    <w:rsid w:val="00D4108E"/>
    <w:rsid w:val="00D6163D"/>
    <w:rsid w:val="00D61BD2"/>
    <w:rsid w:val="00D73D46"/>
    <w:rsid w:val="00D831A3"/>
    <w:rsid w:val="00D8683B"/>
    <w:rsid w:val="00DA6AF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95015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191C38"/>
    <w:rsid w:val="002D0642"/>
    <w:rsid w:val="00331D93"/>
    <w:rsid w:val="004176F1"/>
    <w:rsid w:val="00420609"/>
    <w:rsid w:val="0042266B"/>
    <w:rsid w:val="00452072"/>
    <w:rsid w:val="00495FA0"/>
    <w:rsid w:val="00503866"/>
    <w:rsid w:val="00553E26"/>
    <w:rsid w:val="005E17D6"/>
    <w:rsid w:val="00647363"/>
    <w:rsid w:val="00702C56"/>
    <w:rsid w:val="00845CFC"/>
    <w:rsid w:val="00920F55"/>
    <w:rsid w:val="00964FB4"/>
    <w:rsid w:val="009B2F31"/>
    <w:rsid w:val="00A04586"/>
    <w:rsid w:val="00AB5A73"/>
    <w:rsid w:val="00AE45FC"/>
    <w:rsid w:val="00B276E1"/>
    <w:rsid w:val="00B82E84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12</Pages>
  <Words>1534</Words>
  <Characters>9052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10</cp:revision>
  <cp:lastPrinted>2017-11-28T17:18:00Z</cp:lastPrinted>
  <dcterms:created xsi:type="dcterms:W3CDTF">2025-03-13T09:17:00Z</dcterms:created>
  <dcterms:modified xsi:type="dcterms:W3CDTF">2025-07-14T12:12:00Z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